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18C" w:rsidRPr="00815222" w:rsidRDefault="00C027A3" w:rsidP="00815222">
      <w:pPr>
        <w:pStyle w:val="Heading1"/>
      </w:pPr>
      <w:bookmarkStart w:id="0" w:name="_GoBack"/>
      <w:bookmarkEnd w:id="0"/>
      <w:r w:rsidRPr="00815222">
        <w:t>Professional learning for core skills</w:t>
      </w:r>
    </w:p>
    <w:p w:rsidR="00C027A3" w:rsidRPr="00815222" w:rsidRDefault="00C027A3" w:rsidP="00E23D6B">
      <w:pPr>
        <w:pStyle w:val="ListParagraph"/>
        <w:numPr>
          <w:ilvl w:val="0"/>
          <w:numId w:val="1"/>
        </w:numPr>
        <w:ind w:left="714" w:hanging="357"/>
        <w:rPr>
          <w:rFonts w:ascii="Arial" w:hAnsi="Arial" w:cs="Arial"/>
          <w:sz w:val="24"/>
          <w:szCs w:val="24"/>
        </w:rPr>
      </w:pPr>
      <w:r w:rsidRPr="00815222">
        <w:rPr>
          <w:rFonts w:ascii="Arial" w:hAnsi="Arial" w:cs="Arial"/>
          <w:sz w:val="24"/>
          <w:szCs w:val="24"/>
        </w:rPr>
        <w:t xml:space="preserve">What is your process for ensuring your current VET educators are able to undertake and complete training in TAE Certificate IV unit TAELLN401A - Address adult language, literacy and numeracy skills. </w:t>
      </w:r>
    </w:p>
    <w:p w:rsidR="00E23D6B" w:rsidRPr="00815222" w:rsidRDefault="00E23D6B" w:rsidP="00E23D6B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 w:rsidRPr="0081522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815222">
        <w:rPr>
          <w:rFonts w:ascii="Arial" w:hAnsi="Arial" w:cs="Arial"/>
          <w:sz w:val="24"/>
          <w:szCs w:val="24"/>
        </w:rPr>
        <w:t>………………………………………</w:t>
      </w:r>
    </w:p>
    <w:p w:rsidR="00E23D6B" w:rsidRPr="00815222" w:rsidRDefault="00E23D6B" w:rsidP="00E23D6B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 w:rsidRPr="0081522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815222">
        <w:rPr>
          <w:rFonts w:ascii="Arial" w:hAnsi="Arial" w:cs="Arial"/>
          <w:sz w:val="24"/>
          <w:szCs w:val="24"/>
        </w:rPr>
        <w:t>………………………………………</w:t>
      </w:r>
    </w:p>
    <w:p w:rsidR="00E23D6B" w:rsidRPr="00815222" w:rsidRDefault="00E23D6B" w:rsidP="00E23D6B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 w:rsidRPr="0081522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815222">
        <w:rPr>
          <w:rFonts w:ascii="Arial" w:hAnsi="Arial" w:cs="Arial"/>
          <w:sz w:val="24"/>
          <w:szCs w:val="24"/>
        </w:rPr>
        <w:t>………………………………………</w:t>
      </w:r>
    </w:p>
    <w:p w:rsidR="003B1F90" w:rsidRDefault="003B1F90" w:rsidP="00C027A3">
      <w:pPr>
        <w:pStyle w:val="ListParagraph"/>
        <w:rPr>
          <w:rFonts w:ascii="Arial" w:hAnsi="Arial" w:cs="Arial"/>
          <w:sz w:val="18"/>
          <w:szCs w:val="18"/>
        </w:rPr>
      </w:pPr>
    </w:p>
    <w:tbl>
      <w:tblPr>
        <w:tblStyle w:val="TableGrid"/>
        <w:tblW w:w="13412" w:type="dxa"/>
        <w:tblInd w:w="720" w:type="dxa"/>
        <w:tblLook w:val="04A0" w:firstRow="1" w:lastRow="0" w:firstColumn="1" w:lastColumn="0" w:noHBand="0" w:noVBand="1"/>
      </w:tblPr>
      <w:tblGrid>
        <w:gridCol w:w="4460"/>
        <w:gridCol w:w="4479"/>
        <w:gridCol w:w="4473"/>
      </w:tblGrid>
      <w:tr w:rsidR="003B1F90" w:rsidRPr="00815222" w:rsidTr="00E23D6B">
        <w:tc>
          <w:tcPr>
            <w:tcW w:w="4460" w:type="dxa"/>
          </w:tcPr>
          <w:p w:rsidR="003B1F90" w:rsidRPr="00815222" w:rsidRDefault="003B1F90" w:rsidP="003B1F9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15222">
              <w:rPr>
                <w:rFonts w:ascii="Arial" w:hAnsi="Arial" w:cs="Arial"/>
                <w:b/>
                <w:sz w:val="24"/>
                <w:szCs w:val="24"/>
              </w:rPr>
              <w:t>Who will require the skills</w:t>
            </w:r>
          </w:p>
          <w:p w:rsidR="003B1F90" w:rsidRPr="00815222" w:rsidRDefault="003B1F90" w:rsidP="003B1F9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15222">
              <w:rPr>
                <w:rFonts w:ascii="Arial" w:hAnsi="Arial" w:cs="Arial"/>
                <w:b/>
                <w:sz w:val="24"/>
                <w:szCs w:val="24"/>
              </w:rPr>
              <w:t>(Names)</w:t>
            </w:r>
          </w:p>
        </w:tc>
        <w:tc>
          <w:tcPr>
            <w:tcW w:w="4479" w:type="dxa"/>
          </w:tcPr>
          <w:p w:rsidR="003B1F90" w:rsidRPr="00815222" w:rsidRDefault="003B1F90" w:rsidP="003B1F9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15222">
              <w:rPr>
                <w:rFonts w:ascii="Arial" w:hAnsi="Arial" w:cs="Arial"/>
                <w:b/>
                <w:sz w:val="24"/>
                <w:szCs w:val="24"/>
              </w:rPr>
              <w:t>When will they undertake the training</w:t>
            </w:r>
          </w:p>
          <w:p w:rsidR="003B1F90" w:rsidRPr="00815222" w:rsidRDefault="003B1F90" w:rsidP="003B1F9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15222">
              <w:rPr>
                <w:rFonts w:ascii="Arial" w:hAnsi="Arial" w:cs="Arial"/>
                <w:b/>
                <w:sz w:val="24"/>
                <w:szCs w:val="24"/>
              </w:rPr>
              <w:t>(Timetabling)</w:t>
            </w:r>
          </w:p>
        </w:tc>
        <w:tc>
          <w:tcPr>
            <w:tcW w:w="4473" w:type="dxa"/>
          </w:tcPr>
          <w:p w:rsidR="003B1F90" w:rsidRPr="00815222" w:rsidRDefault="003B1F90" w:rsidP="003B1F9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15222">
              <w:rPr>
                <w:rFonts w:ascii="Arial" w:hAnsi="Arial" w:cs="Arial"/>
                <w:b/>
                <w:sz w:val="24"/>
                <w:szCs w:val="24"/>
              </w:rPr>
              <w:t>How will the training be delivered</w:t>
            </w:r>
          </w:p>
          <w:p w:rsidR="003B1F90" w:rsidRPr="00815222" w:rsidRDefault="003B1F90" w:rsidP="003B1F9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15222">
              <w:rPr>
                <w:rFonts w:ascii="Arial" w:hAnsi="Arial" w:cs="Arial"/>
                <w:b/>
                <w:sz w:val="24"/>
                <w:szCs w:val="24"/>
              </w:rPr>
              <w:t>(Note preferred options for staff)</w:t>
            </w:r>
          </w:p>
        </w:tc>
      </w:tr>
      <w:tr w:rsidR="003B1F90" w:rsidRPr="00815222" w:rsidTr="00E23D6B">
        <w:tc>
          <w:tcPr>
            <w:tcW w:w="4460" w:type="dxa"/>
          </w:tcPr>
          <w:p w:rsidR="003B1F90" w:rsidRPr="00815222" w:rsidRDefault="003B1F90" w:rsidP="003B1F90">
            <w:pPr>
              <w:pStyle w:val="ListParagraph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9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3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F90" w:rsidRPr="00815222" w:rsidTr="00E23D6B">
        <w:tc>
          <w:tcPr>
            <w:tcW w:w="4460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9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3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F90" w:rsidRPr="00815222" w:rsidTr="00E23D6B">
        <w:tc>
          <w:tcPr>
            <w:tcW w:w="4460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9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3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F90" w:rsidRPr="00815222" w:rsidTr="00E23D6B">
        <w:tc>
          <w:tcPr>
            <w:tcW w:w="4460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9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3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F90" w:rsidRPr="00815222" w:rsidTr="00E23D6B">
        <w:tc>
          <w:tcPr>
            <w:tcW w:w="4460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9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3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F90" w:rsidRPr="00815222" w:rsidTr="00E23D6B">
        <w:tc>
          <w:tcPr>
            <w:tcW w:w="4460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9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3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F90" w:rsidRPr="00815222" w:rsidTr="00E23D6B">
        <w:tc>
          <w:tcPr>
            <w:tcW w:w="4460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9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3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F90" w:rsidRPr="00815222" w:rsidTr="00E23D6B">
        <w:tc>
          <w:tcPr>
            <w:tcW w:w="4460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9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3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F90" w:rsidRPr="00815222" w:rsidTr="00E23D6B">
        <w:tc>
          <w:tcPr>
            <w:tcW w:w="4460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9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3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F90" w:rsidRPr="00815222" w:rsidTr="00E23D6B">
        <w:tc>
          <w:tcPr>
            <w:tcW w:w="4460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9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3" w:type="dxa"/>
          </w:tcPr>
          <w:p w:rsidR="003B1F90" w:rsidRPr="00815222" w:rsidRDefault="003B1F90" w:rsidP="00F2094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027A3" w:rsidRPr="00C027A3" w:rsidRDefault="00C027A3" w:rsidP="00E23D6B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sectPr w:rsidR="00C027A3" w:rsidRPr="00C027A3" w:rsidSect="00C027A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7243C"/>
    <w:multiLevelType w:val="hybridMultilevel"/>
    <w:tmpl w:val="AEC653FC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27A3"/>
    <w:rsid w:val="0004573C"/>
    <w:rsid w:val="000C4DE9"/>
    <w:rsid w:val="00102A74"/>
    <w:rsid w:val="003B1F90"/>
    <w:rsid w:val="00411045"/>
    <w:rsid w:val="00485B2D"/>
    <w:rsid w:val="004A4B4F"/>
    <w:rsid w:val="005C095A"/>
    <w:rsid w:val="007E463C"/>
    <w:rsid w:val="00815222"/>
    <w:rsid w:val="00833A9F"/>
    <w:rsid w:val="008E13D1"/>
    <w:rsid w:val="00937E45"/>
    <w:rsid w:val="00A258D4"/>
    <w:rsid w:val="00A8718C"/>
    <w:rsid w:val="00C027A3"/>
    <w:rsid w:val="00C32836"/>
    <w:rsid w:val="00E23D6B"/>
    <w:rsid w:val="00FE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E4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5222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222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ListParagraph">
    <w:name w:val="List Paragraph"/>
    <w:basedOn w:val="Normal"/>
    <w:uiPriority w:val="34"/>
    <w:qFormat/>
    <w:rsid w:val="00C027A3"/>
    <w:pPr>
      <w:ind w:left="720"/>
      <w:contextualSpacing/>
    </w:pPr>
  </w:style>
  <w:style w:type="table" w:styleId="TableGrid">
    <w:name w:val="Table Grid"/>
    <w:basedOn w:val="TableNormal"/>
    <w:uiPriority w:val="59"/>
    <w:rsid w:val="003B1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3</TotalTime>
  <Pages>1</Pages>
  <Words>59</Words>
  <Characters>545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3</cp:revision>
  <dcterms:created xsi:type="dcterms:W3CDTF">2014-01-16T10:00:00Z</dcterms:created>
  <dcterms:modified xsi:type="dcterms:W3CDTF">2014-01-16T22:14:00Z</dcterms:modified>
</cp:coreProperties>
</file>